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7234"/>
        <w:gridCol w:w="236"/>
        <w:gridCol w:w="3834"/>
      </w:tblGrid>
      <w:tr w:rsidR="0026113B" w14:paraId="75D40650" w14:textId="77777777" w:rsidTr="00416259">
        <w:tc>
          <w:tcPr>
            <w:tcW w:w="3200" w:type="pct"/>
            <w:shd w:val="clear" w:color="auto" w:fill="983620" w:themeFill="accent2"/>
          </w:tcPr>
          <w:p w14:paraId="53AA8FBB" w14:textId="77777777" w:rsidR="0026113B" w:rsidRDefault="0026113B" w:rsidP="00416259">
            <w:pPr>
              <w:pStyle w:val="NoSpacing"/>
            </w:pPr>
          </w:p>
        </w:tc>
        <w:tc>
          <w:tcPr>
            <w:tcW w:w="104" w:type="pct"/>
          </w:tcPr>
          <w:p w14:paraId="5158CD4D" w14:textId="77777777" w:rsidR="0026113B" w:rsidRDefault="0026113B" w:rsidP="00416259">
            <w:pPr>
              <w:pStyle w:val="NoSpacing"/>
            </w:pPr>
          </w:p>
        </w:tc>
        <w:tc>
          <w:tcPr>
            <w:tcW w:w="1700" w:type="pct"/>
            <w:shd w:val="clear" w:color="auto" w:fill="7F7F7F" w:themeFill="text1" w:themeFillTint="80"/>
          </w:tcPr>
          <w:p w14:paraId="56C8F10B" w14:textId="77777777" w:rsidR="0026113B" w:rsidRDefault="0026113B" w:rsidP="00416259">
            <w:pPr>
              <w:pStyle w:val="NoSpacing"/>
            </w:pPr>
          </w:p>
        </w:tc>
      </w:tr>
      <w:tr w:rsidR="0026113B" w14:paraId="66FA1C32" w14:textId="77777777" w:rsidTr="006103BD">
        <w:trPr>
          <w:trHeight w:val="720"/>
        </w:trPr>
        <w:tc>
          <w:tcPr>
            <w:tcW w:w="3200" w:type="pct"/>
            <w:vAlign w:val="bottom"/>
          </w:tcPr>
          <w:p w14:paraId="62032AAA" w14:textId="77777777" w:rsidR="0026113B" w:rsidRPr="002A6541" w:rsidRDefault="0026113B" w:rsidP="00416259">
            <w:pPr>
              <w:rPr>
                <w:rFonts w:ascii="Chalkboard" w:hAnsi="Chalkboard"/>
              </w:rPr>
            </w:pPr>
          </w:p>
        </w:tc>
        <w:tc>
          <w:tcPr>
            <w:tcW w:w="104" w:type="pct"/>
            <w:vAlign w:val="bottom"/>
          </w:tcPr>
          <w:p w14:paraId="2E88A27C" w14:textId="77777777" w:rsidR="0026113B" w:rsidRPr="002A6541" w:rsidRDefault="0026113B" w:rsidP="00416259">
            <w:pPr>
              <w:rPr>
                <w:rFonts w:ascii="Chalkboard" w:hAnsi="Chalkboard"/>
              </w:rPr>
            </w:pPr>
          </w:p>
        </w:tc>
        <w:tc>
          <w:tcPr>
            <w:tcW w:w="1700" w:type="pct"/>
            <w:vAlign w:val="bottom"/>
          </w:tcPr>
          <w:p w14:paraId="4ACE4A02" w14:textId="77777777" w:rsidR="0026113B" w:rsidRPr="002A6541" w:rsidRDefault="00434F59" w:rsidP="00C43253">
            <w:pPr>
              <w:pStyle w:val="Header"/>
              <w:rPr>
                <w:rFonts w:ascii="Chalkboard" w:hAnsi="Chalkboard"/>
              </w:rPr>
            </w:pPr>
            <w:r w:rsidRPr="002A6541">
              <w:rPr>
                <w:rFonts w:ascii="Chalkboard" w:hAnsi="Chalkboard"/>
              </w:rPr>
              <w:t>Oct 22 – Nov 29</w:t>
            </w:r>
            <w:r w:rsidR="0026113B" w:rsidRPr="002A6541">
              <w:rPr>
                <w:rFonts w:ascii="Chalkboard" w:hAnsi="Chalkboard"/>
              </w:rPr>
              <w:br/>
            </w:r>
            <w:r w:rsidR="00C43253">
              <w:rPr>
                <w:rFonts w:ascii="Chalkboard" w:hAnsi="Chalkboard"/>
              </w:rPr>
              <w:t xml:space="preserve">Fourth </w:t>
            </w:r>
            <w:r w:rsidRPr="002A6541">
              <w:rPr>
                <w:rFonts w:ascii="Chalkboard" w:hAnsi="Chalkboard"/>
              </w:rPr>
              <w:t>Period</w:t>
            </w:r>
            <w:r w:rsidR="00FF6318">
              <w:rPr>
                <w:rFonts w:ascii="Chalkboard" w:hAnsi="Chalkboard"/>
              </w:rPr>
              <w:t xml:space="preserve">: </w:t>
            </w:r>
            <w:r w:rsidR="00C43253">
              <w:rPr>
                <w:rFonts w:ascii="Chalkboard" w:hAnsi="Chalkboard"/>
              </w:rPr>
              <w:t>11:35-12:30</w:t>
            </w:r>
          </w:p>
        </w:tc>
      </w:tr>
      <w:tr w:rsidR="0026113B" w14:paraId="0D56D8CF" w14:textId="77777777" w:rsidTr="006103BD">
        <w:trPr>
          <w:trHeight w:val="1800"/>
        </w:trPr>
        <w:tc>
          <w:tcPr>
            <w:tcW w:w="3200" w:type="pct"/>
            <w:vAlign w:val="bottom"/>
          </w:tcPr>
          <w:sdt>
            <w:sdtPr>
              <w:rPr>
                <w:rFonts w:ascii="Chalkboard" w:hAnsi="Chalkboard"/>
                <w:sz w:val="92"/>
                <w:szCs w:val="92"/>
              </w:rPr>
              <w:alias w:val="Title"/>
              <w:tag w:val=""/>
              <w:id w:val="-841541200"/>
              <w:placeholder>
                <w:docPart w:val="479B94EE1C72BA498C869E9179199719"/>
              </w:placeholder>
              <w:dataBinding w:prefixMappings="xmlns:ns0='http://purl.org/dc/elements/1.1/' xmlns:ns1='http://schemas.openxmlformats.org/package/2006/metadata/core-properties' " w:xpath="/ns1:coreProperties[1]/ns0:title[1]" w:storeItemID="{6C3C8BC8-F283-45AE-878A-BAB7291924A1}"/>
              <w:text w:multiLine="1"/>
            </w:sdtPr>
            <w:sdtContent>
              <w:p w14:paraId="24189277" w14:textId="77777777" w:rsidR="0026113B" w:rsidRPr="00C43253" w:rsidRDefault="00C43253" w:rsidP="00416259">
                <w:pPr>
                  <w:pStyle w:val="Title"/>
                  <w:jc w:val="both"/>
                  <w:rPr>
                    <w:rFonts w:ascii="Chalkboard" w:hAnsi="Chalkboard"/>
                    <w:sz w:val="92"/>
                    <w:szCs w:val="92"/>
                  </w:rPr>
                </w:pPr>
                <w:r w:rsidRPr="00C43253">
                  <w:rPr>
                    <w:rFonts w:ascii="Chalkboard" w:hAnsi="Chalkboard"/>
                    <w:sz w:val="92"/>
                    <w:szCs w:val="92"/>
                  </w:rPr>
                  <w:t>Physical Science</w:t>
                </w:r>
              </w:p>
            </w:sdtContent>
          </w:sdt>
          <w:p w14:paraId="5DB7B313" w14:textId="77777777" w:rsidR="0026113B" w:rsidRPr="002A6541" w:rsidRDefault="00434F59" w:rsidP="00434F59">
            <w:pPr>
              <w:pStyle w:val="Subtitle"/>
              <w:rPr>
                <w:rFonts w:ascii="Chalkboard" w:hAnsi="Chalkboard"/>
              </w:rPr>
            </w:pPr>
            <w:sdt>
              <w:sdtPr>
                <w:rPr>
                  <w:rFonts w:ascii="Chalkboard" w:hAnsi="Chalkboard"/>
                </w:rPr>
                <w:alias w:val="Subtitle"/>
                <w:tag w:val=""/>
                <w:id w:val="-1702467403"/>
                <w:placeholder>
                  <w:docPart w:val="6BBBDAB91790A74ABD94BFD93A59384A"/>
                </w:placeholder>
                <w:dataBinding w:prefixMappings="xmlns:ns0='http://purl.org/dc/elements/1.1/' xmlns:ns1='http://schemas.openxmlformats.org/package/2006/metadata/core-properties' " w:xpath="/ns1:coreProperties[1]/ns0:subject[1]" w:storeItemID="{6C3C8BC8-F283-45AE-878A-BAB7291924A1}"/>
                <w:text w:multiLine="1"/>
              </w:sdtPr>
              <w:sdtContent>
                <w:r w:rsidRPr="002A6541">
                  <w:rPr>
                    <w:rFonts w:ascii="Chalkboard" w:hAnsi="Chalkboard"/>
                  </w:rPr>
                  <w:t>Term 2, 2012-2013</w:t>
                </w:r>
              </w:sdtContent>
            </w:sdt>
          </w:p>
        </w:tc>
        <w:tc>
          <w:tcPr>
            <w:tcW w:w="104" w:type="pct"/>
            <w:vAlign w:val="bottom"/>
          </w:tcPr>
          <w:p w14:paraId="6B5DC38E" w14:textId="77777777" w:rsidR="0026113B" w:rsidRPr="002A6541" w:rsidRDefault="0026113B" w:rsidP="00416259">
            <w:pPr>
              <w:rPr>
                <w:rFonts w:ascii="Chalkboard" w:hAnsi="Chalkboard"/>
              </w:rPr>
            </w:pPr>
          </w:p>
        </w:tc>
        <w:tc>
          <w:tcPr>
            <w:tcW w:w="1700" w:type="pct"/>
            <w:vAlign w:val="bottom"/>
          </w:tcPr>
          <w:p w14:paraId="07240EC2" w14:textId="77777777" w:rsidR="0026113B" w:rsidRPr="002A6541" w:rsidRDefault="0026113B" w:rsidP="00434F59">
            <w:pPr>
              <w:pStyle w:val="ContactDetails"/>
              <w:rPr>
                <w:rFonts w:ascii="Chalkboard" w:hAnsi="Chalkboard"/>
              </w:rPr>
            </w:pPr>
            <w:r w:rsidRPr="002A6541">
              <w:rPr>
                <w:rFonts w:ascii="Chalkboard" w:hAnsi="Chalkboard"/>
              </w:rPr>
              <w:t xml:space="preserve">Instructor: </w:t>
            </w:r>
            <w:r w:rsidR="00434F59" w:rsidRPr="002A6541">
              <w:rPr>
                <w:rFonts w:ascii="Chalkboard" w:hAnsi="Chalkboard"/>
              </w:rPr>
              <w:t>Sada Ganske</w:t>
            </w:r>
            <w:r w:rsidRPr="002A6541">
              <w:rPr>
                <w:rFonts w:ascii="Chalkboard" w:hAnsi="Chalkboard"/>
              </w:rPr>
              <w:br/>
              <w:t xml:space="preserve">E-Mail: </w:t>
            </w:r>
            <w:r w:rsidRPr="002A6541">
              <w:rPr>
                <w:rFonts w:ascii="Chalkboard" w:hAnsi="Chalkboard"/>
              </w:rPr>
              <w:fldChar w:fldCharType="begin"/>
            </w:r>
            <w:r w:rsidRPr="002A6541">
              <w:rPr>
                <w:rFonts w:ascii="Chalkboard" w:hAnsi="Chalkboard"/>
              </w:rPr>
              <w:instrText xml:space="preserve"> PLACEHOLDER </w:instrText>
            </w:r>
            <w:r w:rsidRPr="002A6541">
              <w:rPr>
                <w:rFonts w:ascii="Chalkboard" w:hAnsi="Chalkboard"/>
              </w:rPr>
              <w:fldChar w:fldCharType="begin"/>
            </w:r>
            <w:r w:rsidRPr="002A6541">
              <w:rPr>
                <w:rFonts w:ascii="Chalkboard" w:hAnsi="Chalkboard"/>
              </w:rPr>
              <w:instrText xml:space="preserve"> IF </w:instrText>
            </w:r>
            <w:r w:rsidRPr="002A6541">
              <w:rPr>
                <w:rFonts w:ascii="Chalkboard" w:hAnsi="Chalkboard"/>
              </w:rPr>
              <w:fldChar w:fldCharType="begin"/>
            </w:r>
            <w:r w:rsidRPr="002A6541">
              <w:rPr>
                <w:rFonts w:ascii="Chalkboard" w:hAnsi="Chalkboard"/>
              </w:rPr>
              <w:instrText xml:space="preserve"> USERPROPERTY EmailAddress1 </w:instrText>
            </w:r>
            <w:r w:rsidRPr="002A6541">
              <w:rPr>
                <w:rFonts w:ascii="Chalkboard" w:hAnsi="Chalkboard"/>
              </w:rPr>
              <w:fldChar w:fldCharType="end"/>
            </w:r>
            <w:r w:rsidRPr="002A6541">
              <w:rPr>
                <w:rFonts w:ascii="Chalkboard" w:hAnsi="Chalkboard"/>
              </w:rPr>
              <w:instrText xml:space="preserve">="" "[Your E-Mail]" </w:instrText>
            </w:r>
            <w:r w:rsidRPr="002A6541">
              <w:rPr>
                <w:rFonts w:ascii="Chalkboard" w:hAnsi="Chalkboard"/>
              </w:rPr>
              <w:fldChar w:fldCharType="begin"/>
            </w:r>
            <w:r w:rsidRPr="002A6541">
              <w:rPr>
                <w:rFonts w:ascii="Chalkboard" w:hAnsi="Chalkboard"/>
              </w:rPr>
              <w:instrText xml:space="preserve"> USERPROPERTY EmailAddress1 </w:instrText>
            </w:r>
            <w:r w:rsidRPr="002A6541">
              <w:rPr>
                <w:rFonts w:ascii="Chalkboard" w:hAnsi="Chalkboard"/>
              </w:rPr>
              <w:fldChar w:fldCharType="separate"/>
            </w:r>
            <w:r w:rsidRPr="002A6541">
              <w:rPr>
                <w:rFonts w:ascii="Chalkboard" w:hAnsi="Chalkboard"/>
              </w:rPr>
              <w:instrText>Error! Bookmark not defined.</w:instrText>
            </w:r>
            <w:r w:rsidRPr="002A6541">
              <w:rPr>
                <w:rFonts w:ascii="Chalkboard" w:hAnsi="Chalkboard"/>
              </w:rPr>
              <w:fldChar w:fldCharType="end"/>
            </w:r>
            <w:r w:rsidRPr="002A6541">
              <w:rPr>
                <w:rFonts w:ascii="Chalkboard" w:hAnsi="Chalkboard"/>
              </w:rPr>
              <w:fldChar w:fldCharType="separate"/>
            </w:r>
            <w:r w:rsidR="00434F59" w:rsidRPr="002A6541">
              <w:rPr>
                <w:rFonts w:ascii="Chalkboard" w:hAnsi="Chalkboard"/>
                <w:noProof/>
              </w:rPr>
              <w:instrText>[Your E-Mail]</w:instrText>
            </w:r>
            <w:r w:rsidRPr="002A6541">
              <w:rPr>
                <w:rFonts w:ascii="Chalkboard" w:hAnsi="Chalkboard"/>
              </w:rPr>
              <w:fldChar w:fldCharType="end"/>
            </w:r>
            <w:r w:rsidRPr="002A6541">
              <w:rPr>
                <w:rFonts w:ascii="Chalkboard" w:hAnsi="Chalkboard"/>
              </w:rPr>
              <w:instrText xml:space="preserve"> \* MERGEFORMAT</w:instrText>
            </w:r>
            <w:r w:rsidRPr="002A6541">
              <w:rPr>
                <w:rFonts w:ascii="Chalkboard" w:hAnsi="Chalkboard"/>
              </w:rPr>
              <w:fldChar w:fldCharType="separate"/>
            </w:r>
            <w:r w:rsidR="00434F59" w:rsidRPr="002A6541">
              <w:rPr>
                <w:rFonts w:ascii="Chalkboard" w:hAnsi="Chalkboard"/>
              </w:rPr>
              <w:t>sgansk@district16.org /       sgansk@mypanthers.org</w:t>
            </w:r>
            <w:r w:rsidRPr="002A6541">
              <w:rPr>
                <w:rFonts w:ascii="Chalkboard" w:hAnsi="Chalkboard"/>
              </w:rPr>
              <w:fldChar w:fldCharType="end"/>
            </w:r>
            <w:r w:rsidRPr="002A6541">
              <w:rPr>
                <w:rFonts w:ascii="Chalkboard" w:hAnsi="Chalkboard"/>
              </w:rPr>
              <w:br/>
              <w:t xml:space="preserve">Phone: </w:t>
            </w:r>
            <w:r w:rsidR="00434F59" w:rsidRPr="002A6541">
              <w:rPr>
                <w:rFonts w:ascii="Chalkboard" w:hAnsi="Chalkboard"/>
              </w:rPr>
              <w:t>763-767-9286</w:t>
            </w:r>
            <w:r w:rsidRPr="002A6541">
              <w:rPr>
                <w:rFonts w:ascii="Chalkboard" w:hAnsi="Chalkboard"/>
              </w:rPr>
              <w:br/>
            </w:r>
            <w:r w:rsidR="00434F59" w:rsidRPr="002A6541">
              <w:rPr>
                <w:rFonts w:ascii="Chalkboard" w:hAnsi="Chalkboard"/>
              </w:rPr>
              <w:t>Room</w:t>
            </w:r>
            <w:r w:rsidRPr="002A6541">
              <w:rPr>
                <w:rFonts w:ascii="Chalkboard" w:hAnsi="Chalkboard"/>
              </w:rPr>
              <w:t xml:space="preserve">: </w:t>
            </w:r>
            <w:r w:rsidRPr="002A6541">
              <w:rPr>
                <w:rFonts w:ascii="Chalkboard" w:hAnsi="Chalkboard"/>
              </w:rPr>
              <w:fldChar w:fldCharType="begin"/>
            </w:r>
            <w:r w:rsidRPr="002A6541">
              <w:rPr>
                <w:rFonts w:ascii="Chalkboard" w:hAnsi="Chalkboard"/>
              </w:rPr>
              <w:instrText xml:space="preserve"> PLACEHOLDER "[Location]" \* MERGEFORMAT </w:instrText>
            </w:r>
            <w:r w:rsidRPr="002A6541">
              <w:rPr>
                <w:rFonts w:ascii="Chalkboard" w:hAnsi="Chalkboard"/>
              </w:rPr>
              <w:fldChar w:fldCharType="separate"/>
            </w:r>
            <w:r w:rsidR="00434F59" w:rsidRPr="002A6541">
              <w:rPr>
                <w:rFonts w:ascii="Chalkboard" w:hAnsi="Chalkboard"/>
              </w:rPr>
              <w:t>C265</w:t>
            </w:r>
            <w:r w:rsidRPr="002A6541">
              <w:rPr>
                <w:rFonts w:ascii="Chalkboard" w:hAnsi="Chalkboard"/>
              </w:rPr>
              <w:fldChar w:fldCharType="end"/>
            </w:r>
            <w:r w:rsidRPr="002A6541">
              <w:rPr>
                <w:rFonts w:ascii="Chalkboard" w:hAnsi="Chalkboard"/>
              </w:rPr>
              <w:br/>
            </w:r>
            <w:r w:rsidR="00434F59" w:rsidRPr="002A6541">
              <w:rPr>
                <w:rFonts w:ascii="Chalkboard" w:hAnsi="Chalkboard"/>
              </w:rPr>
              <w:t>Prep Hour</w:t>
            </w:r>
            <w:r w:rsidRPr="002A6541">
              <w:rPr>
                <w:rFonts w:ascii="Chalkboard" w:hAnsi="Chalkboard"/>
              </w:rPr>
              <w:t xml:space="preserve">: </w:t>
            </w:r>
            <w:r w:rsidRPr="002A6541">
              <w:rPr>
                <w:rFonts w:ascii="Chalkboard" w:hAnsi="Chalkboard"/>
              </w:rPr>
              <w:fldChar w:fldCharType="begin"/>
            </w:r>
            <w:r w:rsidRPr="002A6541">
              <w:rPr>
                <w:rFonts w:ascii="Chalkboard" w:hAnsi="Chalkboard"/>
              </w:rPr>
              <w:instrText xml:space="preserve"> PLACEHOLDER "[Hours]" \* MERGEFORMAT </w:instrText>
            </w:r>
            <w:r w:rsidRPr="002A6541">
              <w:rPr>
                <w:rFonts w:ascii="Chalkboard" w:hAnsi="Chalkboard"/>
              </w:rPr>
              <w:fldChar w:fldCharType="separate"/>
            </w:r>
            <w:r w:rsidR="00434F59" w:rsidRPr="002A6541">
              <w:rPr>
                <w:rFonts w:ascii="Chalkboard" w:hAnsi="Chalkboard"/>
              </w:rPr>
              <w:t>Period 5</w:t>
            </w:r>
            <w:r w:rsidRPr="002A6541">
              <w:rPr>
                <w:rFonts w:ascii="Chalkboard" w:hAnsi="Chalkboard"/>
              </w:rPr>
              <w:fldChar w:fldCharType="end"/>
            </w:r>
          </w:p>
        </w:tc>
      </w:tr>
      <w:tr w:rsidR="0026113B" w14:paraId="38D9B767" w14:textId="77777777" w:rsidTr="00416259">
        <w:tc>
          <w:tcPr>
            <w:tcW w:w="3200" w:type="pct"/>
            <w:shd w:val="clear" w:color="auto" w:fill="983620" w:themeFill="accent2"/>
          </w:tcPr>
          <w:p w14:paraId="57C836BE" w14:textId="77777777" w:rsidR="0026113B" w:rsidRDefault="0026113B" w:rsidP="00416259">
            <w:pPr>
              <w:pStyle w:val="NoSpacing"/>
            </w:pPr>
          </w:p>
        </w:tc>
        <w:tc>
          <w:tcPr>
            <w:tcW w:w="104" w:type="pct"/>
          </w:tcPr>
          <w:p w14:paraId="36E9040C" w14:textId="77777777" w:rsidR="0026113B" w:rsidRDefault="0026113B" w:rsidP="00416259">
            <w:pPr>
              <w:pStyle w:val="NoSpacing"/>
            </w:pPr>
          </w:p>
        </w:tc>
        <w:tc>
          <w:tcPr>
            <w:tcW w:w="1700" w:type="pct"/>
            <w:shd w:val="clear" w:color="auto" w:fill="7F7F7F" w:themeFill="text1" w:themeFillTint="80"/>
          </w:tcPr>
          <w:p w14:paraId="244CFEDA" w14:textId="77777777" w:rsidR="0026113B" w:rsidRDefault="0026113B" w:rsidP="00416259">
            <w:pPr>
              <w:pStyle w:val="NoSpacing"/>
            </w:pPr>
          </w:p>
        </w:tc>
      </w:tr>
    </w:tbl>
    <w:p w14:paraId="135DCBD4" w14:textId="77777777" w:rsidR="0055491E" w:rsidRPr="0055491E" w:rsidRDefault="0055491E" w:rsidP="0055491E">
      <w:pPr>
        <w:pStyle w:val="NoSpacing"/>
      </w:pPr>
      <w:bookmarkStart w:id="0" w:name="_Toc261004492"/>
    </w:p>
    <w:tbl>
      <w:tblPr>
        <w:tblW w:w="4936" w:type="pct"/>
        <w:tblInd w:w="144" w:type="dxa"/>
        <w:tblLook w:val="04A0" w:firstRow="1" w:lastRow="0" w:firstColumn="1" w:lastColumn="0" w:noHBand="0" w:noVBand="1"/>
      </w:tblPr>
      <w:tblGrid>
        <w:gridCol w:w="7092"/>
        <w:gridCol w:w="228"/>
        <w:gridCol w:w="3839"/>
      </w:tblGrid>
      <w:tr w:rsidR="0026113B" w:rsidRPr="002A6541" w14:paraId="53E43884" w14:textId="77777777" w:rsidTr="00416259">
        <w:trPr>
          <w:trHeight w:val="2160"/>
        </w:trPr>
        <w:tc>
          <w:tcPr>
            <w:tcW w:w="3178" w:type="pct"/>
          </w:tcPr>
          <w:p w14:paraId="10613C97" w14:textId="77777777" w:rsidR="0055491E" w:rsidRPr="002A6541" w:rsidRDefault="0055491E" w:rsidP="0055491E">
            <w:pPr>
              <w:pStyle w:val="Heading1"/>
              <w:rPr>
                <w:rFonts w:ascii="Chalkboard" w:hAnsi="Chalkboard" w:cs="Ayuthaya"/>
              </w:rPr>
            </w:pPr>
            <w:bookmarkStart w:id="1" w:name="_Toc261004494"/>
            <w:r w:rsidRPr="002A6541">
              <w:rPr>
                <w:rFonts w:ascii="Chalkboard" w:hAnsi="Chalkboard" w:cs="Ayuthaya"/>
              </w:rPr>
              <w:t>Overview</w:t>
            </w:r>
          </w:p>
          <w:p w14:paraId="7D5E25A6" w14:textId="77777777" w:rsidR="0055491E" w:rsidRPr="002A6541" w:rsidRDefault="00C43253" w:rsidP="0055491E">
            <w:pPr>
              <w:rPr>
                <w:rFonts w:ascii="Chalkboard" w:hAnsi="Chalkboard" w:cs="Ayuthaya"/>
              </w:rPr>
            </w:pPr>
            <w:r>
              <w:rPr>
                <w:rFonts w:ascii="Chalkboard" w:eastAsiaTheme="minorHAnsi" w:hAnsi="Chalkboard" w:cs="Ayuthaya"/>
                <w:bCs/>
                <w:color w:val="auto"/>
              </w:rPr>
              <w:t xml:space="preserve">This term we will be studying </w:t>
            </w:r>
            <w:r w:rsidR="000D229C">
              <w:rPr>
                <w:rFonts w:ascii="Chalkboard" w:eastAsiaTheme="minorHAnsi" w:hAnsi="Chalkboard" w:cs="Ayuthaya"/>
                <w:bCs/>
                <w:color w:val="auto"/>
              </w:rPr>
              <w:t xml:space="preserve">the properties of light, sound and electricity. </w:t>
            </w:r>
            <w:bookmarkStart w:id="2" w:name="_GoBack"/>
            <w:bookmarkEnd w:id="2"/>
          </w:p>
          <w:p w14:paraId="1FD7455F" w14:textId="77777777" w:rsidR="0055491E" w:rsidRPr="002A6541" w:rsidRDefault="00D21505" w:rsidP="0055491E">
            <w:pPr>
              <w:pStyle w:val="Heading1"/>
              <w:rPr>
                <w:rFonts w:ascii="Chalkboard" w:hAnsi="Chalkboard" w:cs="Ayuthaya"/>
              </w:rPr>
            </w:pPr>
            <w:r>
              <w:rPr>
                <w:rFonts w:ascii="Chalkboard" w:hAnsi="Chalkboard" w:cs="Ayuthaya"/>
              </w:rPr>
              <w:t>Standards</w:t>
            </w:r>
          </w:p>
          <w:p w14:paraId="208D0EED" w14:textId="77777777" w:rsidR="0055491E" w:rsidRDefault="00434F59" w:rsidP="00434F59">
            <w:pPr>
              <w:rPr>
                <w:rFonts w:ascii="Chalkboard" w:eastAsiaTheme="minorHAnsi" w:hAnsi="Chalkboard" w:cs="Ayuthaya"/>
                <w:bCs/>
                <w:color w:val="auto"/>
                <w:szCs w:val="20"/>
              </w:rPr>
            </w:pPr>
            <w:r w:rsidRPr="002A6541">
              <w:rPr>
                <w:rFonts w:ascii="Chalkboard" w:eastAsiaTheme="minorHAnsi" w:hAnsi="Chalkboard" w:cs="Ayuthaya"/>
                <w:bCs/>
                <w:color w:val="auto"/>
              </w:rPr>
              <w:t xml:space="preserve">Upon successful </w:t>
            </w:r>
            <w:r w:rsidRPr="002A6541">
              <w:rPr>
                <w:rFonts w:ascii="Chalkboard" w:eastAsiaTheme="minorHAnsi" w:hAnsi="Chalkboard" w:cs="Ayuthaya"/>
                <w:bCs/>
                <w:color w:val="auto"/>
                <w:szCs w:val="20"/>
              </w:rPr>
              <w:t>completion of this course, you will</w:t>
            </w:r>
            <w:r w:rsidR="002A6541" w:rsidRPr="002A6541">
              <w:rPr>
                <w:rFonts w:ascii="Chalkboard" w:eastAsiaTheme="minorHAnsi" w:hAnsi="Chalkboard" w:cs="Ayuthaya"/>
                <w:bCs/>
                <w:color w:val="auto"/>
                <w:szCs w:val="20"/>
              </w:rPr>
              <w:t xml:space="preserve"> </w:t>
            </w:r>
            <w:r w:rsidR="00FF6318">
              <w:rPr>
                <w:rFonts w:ascii="Chalkboard" w:eastAsiaTheme="minorHAnsi" w:hAnsi="Chalkboard" w:cs="Ayuthaya"/>
                <w:bCs/>
                <w:color w:val="auto"/>
                <w:szCs w:val="20"/>
              </w:rPr>
              <w:t>have addressed the following MN State Science Standards:</w:t>
            </w:r>
          </w:p>
          <w:p w14:paraId="5E826387" w14:textId="77777777" w:rsidR="000D229C" w:rsidRPr="000D229C" w:rsidRDefault="000D229C" w:rsidP="000D229C">
            <w:pPr>
              <w:pStyle w:val="ListParagraph"/>
              <w:widowControl w:val="0"/>
              <w:numPr>
                <w:ilvl w:val="0"/>
                <w:numId w:val="15"/>
              </w:numPr>
              <w:autoSpaceDE w:val="0"/>
              <w:autoSpaceDN w:val="0"/>
              <w:adjustRightInd w:val="0"/>
              <w:spacing w:after="240" w:line="240" w:lineRule="auto"/>
              <w:rPr>
                <w:rFonts w:ascii="Chalkboard" w:hAnsi="Chalkboard" w:cs="Times"/>
                <w:color w:val="auto"/>
                <w:szCs w:val="20"/>
              </w:rPr>
            </w:pPr>
            <w:r w:rsidRPr="000D229C">
              <w:rPr>
                <w:rFonts w:ascii="Chalkboard" w:hAnsi="Chalkboard" w:cs="Times"/>
                <w:color w:val="auto"/>
                <w:szCs w:val="20"/>
              </w:rPr>
              <w:t>Energy can be transformed within a system or transferred to other systems or the envir</w:t>
            </w:r>
            <w:r>
              <w:rPr>
                <w:rFonts w:ascii="Chalkboard" w:hAnsi="Chalkboard" w:cs="Times"/>
                <w:color w:val="auto"/>
                <w:szCs w:val="20"/>
              </w:rPr>
              <w:t>onment, but is always conserved (benchmarks 9.2.3.2.1 – 9.2.3.2.7)</w:t>
            </w:r>
          </w:p>
          <w:p w14:paraId="4B310C2E" w14:textId="77777777" w:rsidR="000D229C" w:rsidRPr="000D229C" w:rsidRDefault="000D229C" w:rsidP="000D229C">
            <w:pPr>
              <w:pStyle w:val="ListParagraph"/>
              <w:widowControl w:val="0"/>
              <w:numPr>
                <w:ilvl w:val="0"/>
                <w:numId w:val="15"/>
              </w:numPr>
              <w:autoSpaceDE w:val="0"/>
              <w:autoSpaceDN w:val="0"/>
              <w:adjustRightInd w:val="0"/>
              <w:spacing w:after="240" w:line="240" w:lineRule="auto"/>
              <w:rPr>
                <w:rFonts w:ascii="Chalkboard" w:hAnsi="Chalkboard" w:cs="Times"/>
                <w:color w:val="auto"/>
                <w:szCs w:val="20"/>
              </w:rPr>
            </w:pPr>
            <w:r w:rsidRPr="000D229C">
              <w:rPr>
                <w:rFonts w:ascii="Chalkboard" w:hAnsi="Chalkboard" w:cs="Times"/>
                <w:color w:val="auto"/>
                <w:szCs w:val="20"/>
              </w:rPr>
              <w:t>There are benefits, costs and risks to different means</w:t>
            </w:r>
            <w:r>
              <w:rPr>
                <w:rFonts w:ascii="Chalkboard" w:hAnsi="Chalkboard" w:cs="Times"/>
                <w:color w:val="auto"/>
                <w:szCs w:val="20"/>
              </w:rPr>
              <w:t xml:space="preserve"> of generating and using energy (benchmarks 9.2.4.1.1 – 9.2.4.1.2)</w:t>
            </w:r>
          </w:p>
          <w:p w14:paraId="33AD2E42" w14:textId="77777777" w:rsidR="00FF6318" w:rsidRDefault="00AA62B7" w:rsidP="0055491E">
            <w:pPr>
              <w:pStyle w:val="Heading1"/>
              <w:rPr>
                <w:rFonts w:ascii="Chalkboard" w:eastAsiaTheme="minorHAnsi" w:hAnsi="Chalkboard" w:cs="Ayuthaya"/>
                <w:bCs w:val="0"/>
                <w:color w:val="auto"/>
              </w:rPr>
            </w:pPr>
            <w:r>
              <w:rPr>
                <w:rFonts w:ascii="Chalkboard" w:hAnsi="Chalkboard" w:cs="Ayuthaya"/>
              </w:rPr>
              <w:t xml:space="preserve">Behavior </w:t>
            </w:r>
          </w:p>
          <w:p w14:paraId="15D462E2" w14:textId="77777777" w:rsidR="00FF6318" w:rsidRPr="00FF6318" w:rsidRDefault="00FF6318" w:rsidP="00FF6318">
            <w:pPr>
              <w:rPr>
                <w:rFonts w:ascii="Chalkboard" w:eastAsiaTheme="minorHAnsi" w:hAnsi="Chalkboard" w:cs="Ayuthaya"/>
                <w:bCs/>
                <w:color w:val="auto"/>
              </w:rPr>
            </w:pPr>
            <w:r>
              <w:rPr>
                <w:rFonts w:ascii="Chalkboard" w:eastAsiaTheme="minorHAnsi" w:hAnsi="Chalkboard" w:cs="Ayuthaya"/>
                <w:bCs/>
                <w:color w:val="auto"/>
              </w:rPr>
              <w:t xml:space="preserve">A successful science student is one who arrives to class before the bell, turns off his/her electronics, is mentally present and is </w:t>
            </w:r>
            <w:r w:rsidR="00AA62B7">
              <w:rPr>
                <w:rFonts w:ascii="Chalkboard" w:eastAsiaTheme="minorHAnsi" w:hAnsi="Chalkboard" w:cs="Ayuthaya"/>
                <w:bCs/>
                <w:color w:val="auto"/>
              </w:rPr>
              <w:t>respectful of all nouns</w:t>
            </w:r>
            <w:r>
              <w:rPr>
                <w:rFonts w:ascii="Chalkboard" w:eastAsiaTheme="minorHAnsi" w:hAnsi="Chalkboard" w:cs="Ayuthaya"/>
                <w:bCs/>
                <w:color w:val="auto"/>
              </w:rPr>
              <w:t>.</w:t>
            </w:r>
            <w:r w:rsidR="00AA62B7">
              <w:rPr>
                <w:rFonts w:ascii="Chalkboard" w:eastAsiaTheme="minorHAnsi" w:hAnsi="Chalkboard" w:cs="Ayuthaya"/>
                <w:bCs/>
                <w:color w:val="auto"/>
              </w:rPr>
              <w:t xml:space="preserve"> </w:t>
            </w:r>
            <w:r w:rsidR="00D21505">
              <w:rPr>
                <w:rFonts w:ascii="Chalkboard" w:eastAsiaTheme="minorHAnsi" w:hAnsi="Chalkboard" w:cs="Ayuthaya"/>
                <w:bCs/>
                <w:color w:val="auto"/>
              </w:rPr>
              <w:t>Disturbing the learning atmosphere</w:t>
            </w:r>
            <w:r w:rsidR="00AA62B7">
              <w:rPr>
                <w:rFonts w:ascii="Chalkboard" w:eastAsiaTheme="minorHAnsi" w:hAnsi="Chalkboard" w:cs="Ayuthaya"/>
                <w:bCs/>
                <w:color w:val="auto"/>
              </w:rPr>
              <w:t xml:space="preserve"> will not be tolerated. </w:t>
            </w:r>
          </w:p>
          <w:p w14:paraId="0FE247D4" w14:textId="77777777" w:rsidR="0055491E" w:rsidRPr="002A6541" w:rsidRDefault="0055491E" w:rsidP="0055491E">
            <w:pPr>
              <w:pStyle w:val="Heading1"/>
              <w:rPr>
                <w:rFonts w:ascii="Chalkboard" w:eastAsiaTheme="minorHAnsi" w:hAnsi="Chalkboard" w:cs="Ayuthaya"/>
                <w:bCs w:val="0"/>
                <w:color w:val="auto"/>
              </w:rPr>
            </w:pPr>
            <w:r w:rsidRPr="002A6541">
              <w:rPr>
                <w:rFonts w:ascii="Chalkboard" w:hAnsi="Chalkboard" w:cs="Ayuthaya"/>
              </w:rPr>
              <w:t>Evaluation</w:t>
            </w:r>
          </w:p>
          <w:bookmarkEnd w:id="1"/>
          <w:p w14:paraId="76EA4DAE" w14:textId="77777777" w:rsidR="0026113B" w:rsidRDefault="002A6541" w:rsidP="002A6541">
            <w:pPr>
              <w:rPr>
                <w:rFonts w:ascii="Chalkboard" w:eastAsiaTheme="minorHAnsi" w:hAnsi="Chalkboard" w:cs="Ayuthaya"/>
                <w:bCs/>
                <w:color w:val="auto"/>
              </w:rPr>
            </w:pPr>
            <w:r>
              <w:rPr>
                <w:rFonts w:ascii="Chalkboard" w:eastAsiaTheme="minorHAnsi" w:hAnsi="Chalkboard" w:cs="Ayuthaya"/>
                <w:bCs/>
                <w:color w:val="auto"/>
              </w:rPr>
              <w:t xml:space="preserve">You will be evaluated based up daily work, projects, labs, personal responsibility, </w:t>
            </w:r>
            <w:r w:rsidR="00D21505">
              <w:rPr>
                <w:rFonts w:ascii="Chalkboard" w:eastAsiaTheme="minorHAnsi" w:hAnsi="Chalkboard" w:cs="Ayuthaya"/>
                <w:bCs/>
                <w:color w:val="auto"/>
              </w:rPr>
              <w:t xml:space="preserve">discussions, </w:t>
            </w:r>
            <w:r>
              <w:rPr>
                <w:rFonts w:ascii="Chalkboard" w:eastAsiaTheme="minorHAnsi" w:hAnsi="Chalkboard" w:cs="Ayuthaya"/>
                <w:bCs/>
                <w:color w:val="auto"/>
              </w:rPr>
              <w:t>tests and quizzes.  Be aware that several labs can only be conducted on the days materials are provided</w:t>
            </w:r>
            <w:r w:rsidR="00FF6318">
              <w:rPr>
                <w:rFonts w:ascii="Chalkboard" w:eastAsiaTheme="minorHAnsi" w:hAnsi="Chalkboard" w:cs="Ayuthaya"/>
                <w:bCs/>
                <w:color w:val="auto"/>
              </w:rPr>
              <w:t>; make up options will not be provided</w:t>
            </w:r>
            <w:r>
              <w:rPr>
                <w:rFonts w:ascii="Chalkboard" w:eastAsiaTheme="minorHAnsi" w:hAnsi="Chalkboard" w:cs="Ayuthaya"/>
                <w:bCs/>
                <w:color w:val="auto"/>
              </w:rPr>
              <w:t xml:space="preserve">.  </w:t>
            </w:r>
          </w:p>
          <w:p w14:paraId="15B2F8DC" w14:textId="77777777" w:rsidR="00FF6318" w:rsidRPr="002A6541" w:rsidRDefault="00FF6318" w:rsidP="00FF6318">
            <w:pPr>
              <w:rPr>
                <w:rFonts w:ascii="Chalkboard" w:hAnsi="Chalkboard" w:cs="Ayuthaya"/>
                <w:bCs/>
                <w:color w:val="auto"/>
                <w:sz w:val="28"/>
                <w:szCs w:val="28"/>
              </w:rPr>
            </w:pPr>
            <w:r>
              <w:rPr>
                <w:rFonts w:ascii="Chalkboard" w:eastAsiaTheme="minorHAnsi" w:hAnsi="Chalkboard" w:cs="Ayuthaya"/>
                <w:bCs/>
                <w:color w:val="auto"/>
              </w:rPr>
              <w:t xml:space="preserve">The course is 0.5 credit; if you have a grade of B or better at the end of the term and complete 400 points of additional project work outside of class, you may be eligible for 1.0 credit.   The project list will be made available the end of the second week of the term.  </w:t>
            </w:r>
          </w:p>
        </w:tc>
        <w:tc>
          <w:tcPr>
            <w:tcW w:w="102" w:type="pct"/>
          </w:tcPr>
          <w:p w14:paraId="0E01D216" w14:textId="77777777" w:rsidR="0026113B" w:rsidRPr="002A6541" w:rsidRDefault="0026113B" w:rsidP="00416259">
            <w:pPr>
              <w:rPr>
                <w:rFonts w:ascii="Chalkboard" w:hAnsi="Chalkboard" w:cs="Ayuthaya"/>
              </w:rPr>
            </w:pPr>
          </w:p>
        </w:tc>
        <w:tc>
          <w:tcPr>
            <w:tcW w:w="1720" w:type="pct"/>
          </w:tcPr>
          <w:p w14:paraId="76E55860" w14:textId="77777777" w:rsidR="0026113B" w:rsidRDefault="00D21505" w:rsidP="00416259">
            <w:pPr>
              <w:pStyle w:val="Heading2"/>
              <w:rPr>
                <w:rFonts w:ascii="Chalkboard" w:hAnsi="Chalkboard" w:cs="Ayuthaya"/>
              </w:rPr>
            </w:pPr>
            <w:r w:rsidRPr="00D21505">
              <w:rPr>
                <w:rFonts w:ascii="Chalkboard" w:hAnsi="Chalkboard" w:cs="Ayuthaya"/>
              </w:rPr>
              <w:t xml:space="preserve">Most class materials will be listed at the </w:t>
            </w:r>
            <w:r>
              <w:rPr>
                <w:rFonts w:ascii="Chalkboard" w:hAnsi="Chalkboard" w:cs="Ayuthaya"/>
              </w:rPr>
              <w:t>course</w:t>
            </w:r>
            <w:r w:rsidRPr="00D21505">
              <w:rPr>
                <w:rFonts w:ascii="Chalkboard" w:hAnsi="Chalkboard" w:cs="Ayuthaya"/>
              </w:rPr>
              <w:t xml:space="preserve"> site</w:t>
            </w:r>
            <w:r>
              <w:rPr>
                <w:rFonts w:ascii="Chalkboard" w:hAnsi="Chalkboard" w:cs="Ayuthaya"/>
              </w:rPr>
              <w:t xml:space="preserve">: </w:t>
            </w:r>
            <w:r w:rsidRPr="00D21505">
              <w:rPr>
                <w:rFonts w:ascii="Chalkboard" w:hAnsi="Chalkboard" w:cs="Ayuthaya"/>
                <w:u w:val="single"/>
              </w:rPr>
              <w:t>LACSscience.wikispaces.com</w:t>
            </w:r>
          </w:p>
          <w:p w14:paraId="577C5887" w14:textId="77777777" w:rsidR="00D21505" w:rsidRPr="00D21505" w:rsidRDefault="00D21505" w:rsidP="00D21505"/>
          <w:p w14:paraId="585D2469" w14:textId="77777777" w:rsidR="00AA62B7" w:rsidRDefault="00AA62B7" w:rsidP="00AA62B7">
            <w:pPr>
              <w:pStyle w:val="Heading2"/>
              <w:rPr>
                <w:rFonts w:ascii="Chalkboard" w:hAnsi="Chalkboard" w:cs="Ayuthaya"/>
              </w:rPr>
            </w:pPr>
            <w:r>
              <w:rPr>
                <w:rFonts w:ascii="Chalkboard" w:hAnsi="Chalkboard" w:cs="Ayuthaya"/>
              </w:rPr>
              <w:t xml:space="preserve">Attendance Policy: </w:t>
            </w:r>
          </w:p>
          <w:p w14:paraId="084AA32B" w14:textId="77777777" w:rsidR="00AA62B7" w:rsidRPr="00D21505" w:rsidRDefault="00D21505" w:rsidP="00D21505">
            <w:pPr>
              <w:pStyle w:val="Date"/>
              <w:numPr>
                <w:ilvl w:val="0"/>
                <w:numId w:val="13"/>
              </w:numPr>
              <w:rPr>
                <w:rFonts w:ascii="Chalkboard" w:hAnsi="Chalkboard" w:cs="Ayuthaya"/>
                <w:b w:val="0"/>
              </w:rPr>
            </w:pPr>
            <w:r>
              <w:rPr>
                <w:rFonts w:ascii="Chalkboard" w:hAnsi="Chalkboard" w:cs="Ayuthaya"/>
                <w:b w:val="0"/>
              </w:rPr>
              <w:t>A</w:t>
            </w:r>
            <w:r w:rsidR="00AA62B7" w:rsidRPr="00D21505">
              <w:rPr>
                <w:rFonts w:ascii="Chalkboard" w:hAnsi="Chalkboard" w:cs="Ayuthaya"/>
                <w:b w:val="0"/>
              </w:rPr>
              <w:t xml:space="preserve">rrive before the bell  </w:t>
            </w:r>
          </w:p>
          <w:p w14:paraId="326265FD" w14:textId="77777777" w:rsidR="00AA62B7" w:rsidRPr="00D21505" w:rsidRDefault="00AA62B7" w:rsidP="00D21505">
            <w:pPr>
              <w:pStyle w:val="Date"/>
              <w:numPr>
                <w:ilvl w:val="0"/>
                <w:numId w:val="13"/>
              </w:numPr>
              <w:rPr>
                <w:rFonts w:ascii="Chalkboard" w:hAnsi="Chalkboard" w:cs="Ayuthaya"/>
                <w:b w:val="0"/>
              </w:rPr>
            </w:pPr>
            <w:r w:rsidRPr="00D21505">
              <w:rPr>
                <w:rFonts w:ascii="Chalkboard" w:hAnsi="Chalkboard" w:cs="Ayuthaya"/>
                <w:b w:val="0"/>
              </w:rPr>
              <w:t xml:space="preserve">Do NOT leave the first or last 10 minutes of the period </w:t>
            </w:r>
          </w:p>
          <w:p w14:paraId="03EF6BB0" w14:textId="77777777" w:rsidR="00D21505" w:rsidRDefault="00AA62B7" w:rsidP="00D21505">
            <w:pPr>
              <w:pStyle w:val="Date"/>
              <w:numPr>
                <w:ilvl w:val="0"/>
                <w:numId w:val="13"/>
              </w:numPr>
              <w:rPr>
                <w:rFonts w:ascii="Chalkboard" w:hAnsi="Chalkboard" w:cs="Ayuthaya"/>
                <w:b w:val="0"/>
              </w:rPr>
            </w:pPr>
            <w:r w:rsidRPr="00D21505">
              <w:rPr>
                <w:rFonts w:ascii="Chalkboard" w:hAnsi="Chalkboard" w:cs="Ayuthaya"/>
                <w:b w:val="0"/>
              </w:rPr>
              <w:t xml:space="preserve">Sign out, get a pass and sign back in </w:t>
            </w:r>
            <w:r w:rsidR="00D21505">
              <w:rPr>
                <w:rFonts w:ascii="Chalkboard" w:hAnsi="Chalkboard" w:cs="Ayuthaya"/>
                <w:b w:val="0"/>
              </w:rPr>
              <w:t>upon your return</w:t>
            </w:r>
          </w:p>
          <w:p w14:paraId="1302EB13" w14:textId="77777777" w:rsidR="00D21505" w:rsidRDefault="00D21505" w:rsidP="00D21505">
            <w:pPr>
              <w:pStyle w:val="Date"/>
              <w:numPr>
                <w:ilvl w:val="0"/>
                <w:numId w:val="13"/>
              </w:numPr>
              <w:rPr>
                <w:rFonts w:ascii="Chalkboard" w:hAnsi="Chalkboard" w:cs="Ayuthaya"/>
                <w:b w:val="0"/>
              </w:rPr>
            </w:pPr>
            <w:r>
              <w:rPr>
                <w:rFonts w:ascii="Chalkboard" w:hAnsi="Chalkboard" w:cs="Ayuthaya"/>
                <w:b w:val="0"/>
              </w:rPr>
              <w:t xml:space="preserve">Leave one at a time </w:t>
            </w:r>
          </w:p>
          <w:p w14:paraId="7200EADA" w14:textId="77777777" w:rsidR="00AA62B7" w:rsidRPr="00D21505" w:rsidRDefault="00D21505" w:rsidP="00D21505">
            <w:pPr>
              <w:pStyle w:val="Date"/>
              <w:numPr>
                <w:ilvl w:val="0"/>
                <w:numId w:val="13"/>
              </w:numPr>
              <w:rPr>
                <w:rFonts w:ascii="Chalkboard" w:hAnsi="Chalkboard" w:cs="Ayuthaya"/>
                <w:b w:val="0"/>
              </w:rPr>
            </w:pPr>
            <w:r>
              <w:rPr>
                <w:rFonts w:ascii="Chalkboard" w:hAnsi="Chalkboard" w:cs="Ayuthaya"/>
                <w:b w:val="0"/>
              </w:rPr>
              <w:t>Tardies, absences and leaving class may reduce your credit eligibility</w:t>
            </w:r>
          </w:p>
          <w:p w14:paraId="283E9AD1" w14:textId="77777777" w:rsidR="0026113B" w:rsidRPr="002A6541" w:rsidRDefault="00AA62B7" w:rsidP="00416259">
            <w:pPr>
              <w:pStyle w:val="Heading2"/>
              <w:rPr>
                <w:rFonts w:ascii="Chalkboard" w:hAnsi="Chalkboard" w:cs="Ayuthaya"/>
              </w:rPr>
            </w:pPr>
            <w:r>
              <w:rPr>
                <w:rFonts w:ascii="Chalkboard" w:hAnsi="Chalkboard" w:cs="Ayuthaya"/>
              </w:rPr>
              <w:t xml:space="preserve">Important Dates </w:t>
            </w:r>
          </w:p>
          <w:p w14:paraId="04C613E1" w14:textId="77777777" w:rsidR="0026113B" w:rsidRPr="00AA62B7" w:rsidRDefault="00D21505" w:rsidP="00D21505">
            <w:pPr>
              <w:pStyle w:val="Date"/>
              <w:numPr>
                <w:ilvl w:val="0"/>
                <w:numId w:val="14"/>
              </w:numPr>
              <w:rPr>
                <w:rFonts w:ascii="Chalkboard" w:hAnsi="Chalkboard" w:cs="Ayuthaya"/>
              </w:rPr>
            </w:pPr>
            <w:r>
              <w:rPr>
                <w:rFonts w:ascii="Chalkboard" w:hAnsi="Chalkboard" w:cs="Ayuthaya"/>
              </w:rPr>
              <w:t xml:space="preserve">Oct 22 - </w:t>
            </w:r>
            <w:r w:rsidR="00AA62B7" w:rsidRPr="00AA62B7">
              <w:rPr>
                <w:rFonts w:ascii="Chalkboard" w:hAnsi="Chalkboard" w:cs="Ayuthaya"/>
              </w:rPr>
              <w:t>Start of term</w:t>
            </w:r>
          </w:p>
          <w:p w14:paraId="3DF54AF2" w14:textId="77777777" w:rsidR="0026113B" w:rsidRPr="00AA62B7" w:rsidRDefault="00AA62B7" w:rsidP="00D21505">
            <w:pPr>
              <w:pStyle w:val="Date"/>
              <w:numPr>
                <w:ilvl w:val="0"/>
                <w:numId w:val="14"/>
              </w:numPr>
              <w:rPr>
                <w:rFonts w:ascii="Chalkboard" w:hAnsi="Chalkboard" w:cs="Ayuthaya"/>
                <w:b w:val="0"/>
              </w:rPr>
            </w:pPr>
            <w:r w:rsidRPr="00AA62B7">
              <w:rPr>
                <w:rFonts w:ascii="Chalkboard" w:hAnsi="Chalkboard" w:cs="Ayuthaya"/>
                <w:b w:val="0"/>
              </w:rPr>
              <w:t>Nov 2 –</w:t>
            </w:r>
            <w:r w:rsidR="00D21505">
              <w:rPr>
                <w:rFonts w:ascii="Chalkboard" w:hAnsi="Chalkboard" w:cs="Ayuthaya"/>
                <w:b w:val="0"/>
              </w:rPr>
              <w:t xml:space="preserve"> No School </w:t>
            </w:r>
          </w:p>
          <w:p w14:paraId="06490633" w14:textId="77777777" w:rsidR="00AA62B7" w:rsidRPr="00D21505" w:rsidRDefault="00AA62B7" w:rsidP="00D21505">
            <w:pPr>
              <w:pStyle w:val="Date"/>
              <w:numPr>
                <w:ilvl w:val="0"/>
                <w:numId w:val="14"/>
              </w:numPr>
              <w:rPr>
                <w:rFonts w:ascii="Chalkboard" w:hAnsi="Chalkboard" w:cs="Ayuthaya"/>
                <w:b w:val="0"/>
              </w:rPr>
            </w:pPr>
            <w:r w:rsidRPr="00AA62B7">
              <w:rPr>
                <w:rFonts w:ascii="Chalkboard" w:hAnsi="Chalkboard" w:cs="Ayuthaya"/>
                <w:b w:val="0"/>
              </w:rPr>
              <w:t>Nov 4 –</w:t>
            </w:r>
            <w:r w:rsidR="00D21505">
              <w:rPr>
                <w:rFonts w:ascii="Chalkboard" w:hAnsi="Chalkboard" w:cs="Ayuthaya"/>
                <w:b w:val="0"/>
              </w:rPr>
              <w:t>End Daylight Savings Time (fall back 1 hour)</w:t>
            </w:r>
          </w:p>
          <w:p w14:paraId="3A7F95AA" w14:textId="77777777" w:rsidR="00AA62B7" w:rsidRPr="00AA62B7" w:rsidRDefault="00AA62B7" w:rsidP="00D21505">
            <w:pPr>
              <w:pStyle w:val="Date"/>
              <w:numPr>
                <w:ilvl w:val="0"/>
                <w:numId w:val="14"/>
              </w:numPr>
              <w:rPr>
                <w:rFonts w:ascii="Chalkboard" w:hAnsi="Chalkboard" w:cs="Ayuthaya"/>
              </w:rPr>
            </w:pPr>
            <w:r w:rsidRPr="00AA62B7">
              <w:rPr>
                <w:rFonts w:ascii="Chalkboard" w:hAnsi="Chalkboard" w:cs="Ayuthaya"/>
              </w:rPr>
              <w:t>Nov 9 - Midterm</w:t>
            </w:r>
          </w:p>
          <w:p w14:paraId="4B9D6B01" w14:textId="77777777" w:rsidR="00AA62B7" w:rsidRDefault="00AA62B7" w:rsidP="00D21505">
            <w:pPr>
              <w:pStyle w:val="Date"/>
              <w:numPr>
                <w:ilvl w:val="0"/>
                <w:numId w:val="14"/>
              </w:numPr>
              <w:rPr>
                <w:rFonts w:ascii="Chalkboard" w:hAnsi="Chalkboard" w:cs="Ayuthaya"/>
                <w:b w:val="0"/>
              </w:rPr>
            </w:pPr>
            <w:r w:rsidRPr="00AA62B7">
              <w:rPr>
                <w:rFonts w:ascii="Chalkboard" w:hAnsi="Chalkboard" w:cs="Ayuthaya"/>
                <w:b w:val="0"/>
              </w:rPr>
              <w:t>Nov 22</w:t>
            </w:r>
            <w:r>
              <w:rPr>
                <w:rFonts w:ascii="Chalkboard" w:hAnsi="Chalkboard" w:cs="Ayuthaya"/>
                <w:b w:val="0"/>
              </w:rPr>
              <w:t xml:space="preserve"> – No School </w:t>
            </w:r>
          </w:p>
          <w:p w14:paraId="711EF3CE" w14:textId="77777777" w:rsidR="00AA62B7" w:rsidRPr="00AA62B7" w:rsidRDefault="00AA62B7" w:rsidP="00D21505">
            <w:pPr>
              <w:pStyle w:val="Date"/>
              <w:numPr>
                <w:ilvl w:val="0"/>
                <w:numId w:val="14"/>
              </w:numPr>
              <w:rPr>
                <w:rFonts w:ascii="Chalkboard" w:hAnsi="Chalkboard" w:cs="Ayuthaya"/>
                <w:b w:val="0"/>
              </w:rPr>
            </w:pPr>
            <w:r>
              <w:rPr>
                <w:rFonts w:ascii="Chalkboard" w:hAnsi="Chalkboard" w:cs="Ayuthaya"/>
                <w:b w:val="0"/>
              </w:rPr>
              <w:t xml:space="preserve">Nov </w:t>
            </w:r>
            <w:r w:rsidRPr="00AA62B7">
              <w:rPr>
                <w:rFonts w:ascii="Chalkboard" w:hAnsi="Chalkboard" w:cs="Ayuthaya"/>
                <w:b w:val="0"/>
              </w:rPr>
              <w:t xml:space="preserve">23 – No </w:t>
            </w:r>
            <w:r>
              <w:rPr>
                <w:rFonts w:ascii="Chalkboard" w:hAnsi="Chalkboard" w:cs="Ayuthaya"/>
                <w:b w:val="0"/>
              </w:rPr>
              <w:t>School</w:t>
            </w:r>
            <w:r w:rsidRPr="00AA62B7">
              <w:rPr>
                <w:rFonts w:ascii="Chalkboard" w:hAnsi="Chalkboard" w:cs="Ayuthaya"/>
                <w:b w:val="0"/>
              </w:rPr>
              <w:t xml:space="preserve"> </w:t>
            </w:r>
          </w:p>
          <w:p w14:paraId="4B7C1BFF" w14:textId="77777777" w:rsidR="00AA62B7" w:rsidRPr="00AA62B7" w:rsidRDefault="00AA62B7" w:rsidP="00D21505">
            <w:pPr>
              <w:pStyle w:val="Date"/>
              <w:numPr>
                <w:ilvl w:val="0"/>
                <w:numId w:val="14"/>
              </w:numPr>
              <w:rPr>
                <w:rFonts w:ascii="Chalkboard" w:hAnsi="Chalkboard" w:cs="Ayuthaya"/>
              </w:rPr>
            </w:pPr>
            <w:r w:rsidRPr="00AA62B7">
              <w:rPr>
                <w:rFonts w:ascii="Chalkboard" w:hAnsi="Chalkboard" w:cs="Ayuthaya"/>
              </w:rPr>
              <w:t>Nov 29 – End of Term 2</w:t>
            </w:r>
          </w:p>
          <w:p w14:paraId="734AF0B5" w14:textId="77777777" w:rsidR="00AA62B7" w:rsidRPr="00AA62B7" w:rsidRDefault="00AA62B7" w:rsidP="00AA62B7"/>
          <w:p w14:paraId="1D013F40" w14:textId="77777777" w:rsidR="0026113B" w:rsidRPr="002A6541" w:rsidRDefault="0026113B" w:rsidP="00AA62B7">
            <w:pPr>
              <w:pStyle w:val="BlockText"/>
              <w:rPr>
                <w:rFonts w:ascii="Chalkboard" w:hAnsi="Chalkboard" w:cs="Ayuthaya"/>
              </w:rPr>
            </w:pPr>
          </w:p>
        </w:tc>
      </w:tr>
      <w:bookmarkEnd w:id="0"/>
    </w:tbl>
    <w:p w14:paraId="7558F79E" w14:textId="77777777" w:rsidR="00416259" w:rsidRDefault="00416259"/>
    <w:sectPr w:rsidR="00416259" w:rsidSect="00416259">
      <w:footerReference w:type="default" r:id="rId8"/>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37B3F" w14:textId="77777777" w:rsidR="00C43253" w:rsidRDefault="00C43253">
      <w:pPr>
        <w:spacing w:after="0" w:line="240" w:lineRule="auto"/>
      </w:pPr>
      <w:r>
        <w:separator/>
      </w:r>
    </w:p>
  </w:endnote>
  <w:endnote w:type="continuationSeparator" w:id="0">
    <w:p w14:paraId="454B51BE" w14:textId="77777777" w:rsidR="00C43253" w:rsidRDefault="00C43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E00002FF" w:usb1="6AC7FDFB" w:usb2="00000012" w:usb3="00000000" w:csb0="0002009F"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C43253" w14:paraId="7D504F6E" w14:textId="77777777" w:rsidTr="00416259">
      <w:tc>
        <w:tcPr>
          <w:tcW w:w="3200" w:type="pct"/>
          <w:shd w:val="clear" w:color="auto" w:fill="983620" w:themeFill="accent2"/>
        </w:tcPr>
        <w:p w14:paraId="0E660649" w14:textId="77777777" w:rsidR="00C43253" w:rsidRDefault="00C43253" w:rsidP="00416259">
          <w:pPr>
            <w:pStyle w:val="NoSpacing"/>
          </w:pPr>
        </w:p>
      </w:tc>
      <w:tc>
        <w:tcPr>
          <w:tcW w:w="104" w:type="pct"/>
        </w:tcPr>
        <w:p w14:paraId="7B0BE3AD" w14:textId="77777777" w:rsidR="00C43253" w:rsidRDefault="00C43253" w:rsidP="00416259">
          <w:pPr>
            <w:pStyle w:val="NoSpacing"/>
          </w:pPr>
        </w:p>
      </w:tc>
      <w:tc>
        <w:tcPr>
          <w:tcW w:w="1700" w:type="pct"/>
          <w:shd w:val="clear" w:color="auto" w:fill="7F7F7F" w:themeFill="text1" w:themeFillTint="80"/>
        </w:tcPr>
        <w:p w14:paraId="122A56CA" w14:textId="77777777" w:rsidR="00C43253" w:rsidRDefault="00C43253" w:rsidP="00416259">
          <w:pPr>
            <w:pStyle w:val="NoSpacing"/>
          </w:pPr>
        </w:p>
      </w:tc>
    </w:tr>
    <w:tr w:rsidR="00C43253" w14:paraId="79046144" w14:textId="77777777" w:rsidTr="00416259">
      <w:tc>
        <w:tcPr>
          <w:tcW w:w="3200" w:type="pct"/>
          <w:vAlign w:val="bottom"/>
        </w:tcPr>
        <w:sdt>
          <w:sdtPr>
            <w:alias w:val="Subtitle"/>
            <w:tag w:val=""/>
            <w:id w:val="-6520578"/>
            <w:placeholder>
              <w:docPart w:val="F8D1958B0E63F548ACDE9D8DABFEF20D"/>
            </w:placeholder>
            <w:dataBinding w:prefixMappings="xmlns:ns0='http://purl.org/dc/elements/1.1/' xmlns:ns1='http://schemas.openxmlformats.org/package/2006/metadata/core-properties' " w:xpath="/ns1:coreProperties[1]/ns0:subject[1]" w:storeItemID="{6C3C8BC8-F283-45AE-878A-BAB7291924A1}"/>
            <w:text w:multiLine="1"/>
          </w:sdtPr>
          <w:sdtContent>
            <w:p w14:paraId="0D043D2E" w14:textId="77777777" w:rsidR="00C43253" w:rsidRPr="0055491E" w:rsidRDefault="00C43253" w:rsidP="00416259">
              <w:pPr>
                <w:pStyle w:val="Footer"/>
                <w:rPr>
                  <w:color w:val="404040" w:themeColor="text1" w:themeTint="BF"/>
                </w:rPr>
              </w:pPr>
              <w:r>
                <w:t>Term 2, 2012-2013</w:t>
              </w:r>
            </w:p>
          </w:sdtContent>
        </w:sdt>
      </w:tc>
      <w:tc>
        <w:tcPr>
          <w:tcW w:w="104" w:type="pct"/>
          <w:vAlign w:val="bottom"/>
        </w:tcPr>
        <w:p w14:paraId="76ABB7E4" w14:textId="77777777" w:rsidR="00C43253" w:rsidRDefault="00C43253" w:rsidP="00416259">
          <w:pPr>
            <w:pStyle w:val="Footer"/>
          </w:pPr>
        </w:p>
      </w:tc>
      <w:tc>
        <w:tcPr>
          <w:tcW w:w="1700" w:type="pct"/>
          <w:vAlign w:val="bottom"/>
        </w:tcPr>
        <w:p w14:paraId="34BAB026" w14:textId="77777777" w:rsidR="00C43253" w:rsidRDefault="00C43253" w:rsidP="00416259">
          <w:pPr>
            <w:pStyle w:val="FooterRight"/>
          </w:pPr>
          <w:r>
            <w:fldChar w:fldCharType="begin"/>
          </w:r>
          <w:r>
            <w:instrText xml:space="preserve"> Page </w:instrText>
          </w:r>
          <w:r>
            <w:fldChar w:fldCharType="separate"/>
          </w:r>
          <w:r w:rsidR="000D229C">
            <w:rPr>
              <w:noProof/>
            </w:rPr>
            <w:t>1</w:t>
          </w:r>
          <w:r>
            <w:fldChar w:fldCharType="end"/>
          </w:r>
        </w:p>
      </w:tc>
    </w:tr>
  </w:tbl>
  <w:p w14:paraId="38146823" w14:textId="77777777" w:rsidR="00C43253" w:rsidRDefault="00C43253"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0562A" w14:textId="77777777" w:rsidR="00C43253" w:rsidRDefault="00C43253">
      <w:pPr>
        <w:spacing w:after="0" w:line="240" w:lineRule="auto"/>
      </w:pPr>
      <w:r>
        <w:separator/>
      </w:r>
    </w:p>
  </w:footnote>
  <w:footnote w:type="continuationSeparator" w:id="0">
    <w:p w14:paraId="2ABF7EA2" w14:textId="77777777" w:rsidR="00C43253" w:rsidRDefault="00C4325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983620" w:themeColor="accent2"/>
      </w:rPr>
    </w:lvl>
  </w:abstractNum>
  <w:abstractNum w:abstractNumId="3">
    <w:nsid w:val="1B1C37D3"/>
    <w:multiLevelType w:val="hybridMultilevel"/>
    <w:tmpl w:val="8B58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B11B96"/>
    <w:multiLevelType w:val="hybridMultilevel"/>
    <w:tmpl w:val="57E0C14E"/>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2643BA"/>
    <w:multiLevelType w:val="hybridMultilevel"/>
    <w:tmpl w:val="31E6B2B0"/>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5E79DF"/>
    <w:multiLevelType w:val="hybridMultilevel"/>
    <w:tmpl w:val="84427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3B0669"/>
    <w:multiLevelType w:val="hybridMultilevel"/>
    <w:tmpl w:val="1318D1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3124E8"/>
    <w:multiLevelType w:val="hybridMultilevel"/>
    <w:tmpl w:val="29423060"/>
    <w:lvl w:ilvl="0" w:tplc="D7848CB4">
      <w:start w:val="9"/>
      <w:numFmt w:val="bullet"/>
      <w:lvlText w:val="-"/>
      <w:lvlJc w:val="left"/>
      <w:pPr>
        <w:ind w:left="720" w:hanging="360"/>
      </w:pPr>
      <w:rPr>
        <w:rFonts w:ascii="Chalkboard" w:eastAsiaTheme="minorEastAsia" w:hAnsi="Chalkboard" w:cs="Ayuthay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A23D4A"/>
    <w:multiLevelType w:val="hybridMultilevel"/>
    <w:tmpl w:val="77E89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C9097C"/>
    <w:multiLevelType w:val="hybridMultilevel"/>
    <w:tmpl w:val="F2F08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3"/>
  </w:num>
  <w:num w:numId="9">
    <w:abstractNumId w:val="6"/>
  </w:num>
  <w:num w:numId="10">
    <w:abstractNumId w:val="10"/>
  </w:num>
  <w:num w:numId="11">
    <w:abstractNumId w:val="4"/>
  </w:num>
  <w:num w:numId="12">
    <w:abstractNumId w:val="9"/>
  </w:num>
  <w:num w:numId="13">
    <w:abstractNumId w:val="7"/>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F59"/>
    <w:rsid w:val="00062EFE"/>
    <w:rsid w:val="000D229C"/>
    <w:rsid w:val="00165340"/>
    <w:rsid w:val="00194F1D"/>
    <w:rsid w:val="001B0AD3"/>
    <w:rsid w:val="0026113B"/>
    <w:rsid w:val="002A6541"/>
    <w:rsid w:val="00416259"/>
    <w:rsid w:val="00434F59"/>
    <w:rsid w:val="0055491E"/>
    <w:rsid w:val="00595D7D"/>
    <w:rsid w:val="006103BD"/>
    <w:rsid w:val="00640151"/>
    <w:rsid w:val="0072397C"/>
    <w:rsid w:val="007D172C"/>
    <w:rsid w:val="008826FB"/>
    <w:rsid w:val="008C2A28"/>
    <w:rsid w:val="008C4950"/>
    <w:rsid w:val="00935BA7"/>
    <w:rsid w:val="009763B8"/>
    <w:rsid w:val="009F709B"/>
    <w:rsid w:val="00AA62B7"/>
    <w:rsid w:val="00C43253"/>
    <w:rsid w:val="00D21505"/>
    <w:rsid w:val="00D40758"/>
    <w:rsid w:val="00D407E0"/>
    <w:rsid w:val="00D64711"/>
    <w:rsid w:val="00E84E02"/>
    <w:rsid w:val="00EC57D1"/>
    <w:rsid w:val="00F445ED"/>
    <w:rsid w:val="00F73F39"/>
    <w:rsid w:val="00FB097F"/>
    <w:rsid w:val="00FE4F0C"/>
    <w:rsid w:val="00FF6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72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434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9B94EE1C72BA498C869E9179199719"/>
        <w:category>
          <w:name w:val="General"/>
          <w:gallery w:val="placeholder"/>
        </w:category>
        <w:types>
          <w:type w:val="bbPlcHdr"/>
        </w:types>
        <w:behaviors>
          <w:behavior w:val="content"/>
        </w:behaviors>
        <w:guid w:val="{A07E5FBA-41A0-1F41-962E-5BD7010A2F0A}"/>
      </w:docPartPr>
      <w:docPartBody>
        <w:p w:rsidR="009519CE" w:rsidRDefault="009519CE">
          <w:pPr>
            <w:pStyle w:val="479B94EE1C72BA498C869E9179199719"/>
          </w:pPr>
          <w:r>
            <w:t>CS200</w:t>
          </w:r>
        </w:p>
      </w:docPartBody>
    </w:docPart>
    <w:docPart>
      <w:docPartPr>
        <w:name w:val="6BBBDAB91790A74ABD94BFD93A59384A"/>
        <w:category>
          <w:name w:val="General"/>
          <w:gallery w:val="placeholder"/>
        </w:category>
        <w:types>
          <w:type w:val="bbPlcHdr"/>
        </w:types>
        <w:behaviors>
          <w:behavior w:val="content"/>
        </w:behaviors>
        <w:guid w:val="{6C6C0B60-FAE8-2E47-AE25-5EBB90824F40}"/>
      </w:docPartPr>
      <w:docPartBody>
        <w:p w:rsidR="009519CE" w:rsidRDefault="009519CE">
          <w:pPr>
            <w:pStyle w:val="6BBBDAB91790A74ABD94BFD93A59384A"/>
          </w:pPr>
          <w:r w:rsidRPr="0081155A">
            <w:t>Course Name</w:t>
          </w:r>
        </w:p>
      </w:docPartBody>
    </w:docPart>
    <w:docPart>
      <w:docPartPr>
        <w:name w:val="F8D1958B0E63F548ACDE9D8DABFEF20D"/>
        <w:category>
          <w:name w:val="General"/>
          <w:gallery w:val="placeholder"/>
        </w:category>
        <w:types>
          <w:type w:val="bbPlcHdr"/>
        </w:types>
        <w:behaviors>
          <w:behavior w:val="content"/>
        </w:behaviors>
        <w:guid w:val="{C1238BF1-2A46-6442-9BCD-BF35C41889F9}"/>
      </w:docPartPr>
      <w:docPartBody>
        <w:p w:rsidR="009519CE" w:rsidRDefault="009519CE">
          <w:pPr>
            <w:pStyle w:val="F8D1958B0E63F548ACDE9D8DABFEF20D"/>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明朝">
    <w:charset w:val="4E"/>
    <w:family w:val="auto"/>
    <w:pitch w:val="variable"/>
    <w:sig w:usb0="E00002FF" w:usb1="6AC7FDFB" w:usb2="00000012" w:usb3="00000000" w:csb0="0002009F" w:csb1="00000000"/>
  </w:font>
  <w:font w:name="Ayuthaya">
    <w:panose1 w:val="00000400000000000000"/>
    <w:charset w:val="00"/>
    <w:family w:val="auto"/>
    <w:pitch w:val="variable"/>
    <w:sig w:usb0="A100026F" w:usb1="00000000" w:usb2="00000000" w:usb3="00000000" w:csb0="000101FF" w:csb1="00000000"/>
  </w:font>
  <w:font w:name="Calisto MT">
    <w:panose1 w:val="020406030505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9CE"/>
    <w:rsid w:val="00951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B94EE1C72BA498C869E9179199719">
    <w:name w:val="479B94EE1C72BA498C869E9179199719"/>
  </w:style>
  <w:style w:type="paragraph" w:customStyle="1" w:styleId="6BBBDAB91790A74ABD94BFD93A59384A">
    <w:name w:val="6BBBDAB91790A74ABD94BFD93A59384A"/>
  </w:style>
  <w:style w:type="paragraph" w:customStyle="1" w:styleId="70D0970A5CF9F7468ECFE54D6BF1E8C6">
    <w:name w:val="70D0970A5CF9F7468ECFE54D6BF1E8C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238D2E7AA738A4DA38093BF8D49084F">
    <w:name w:val="4238D2E7AA738A4DA38093BF8D49084F"/>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2AD069B86E761C46BA436F7A90DEB148">
    <w:name w:val="2AD069B86E761C46BA436F7A90DEB148"/>
  </w:style>
  <w:style w:type="paragraph" w:customStyle="1" w:styleId="5607D86898BCEF4D8A5E3B77DD690625">
    <w:name w:val="5607D86898BCEF4D8A5E3B77DD690625"/>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D0147238FD21BB458F2AB3C112D97C79">
    <w:name w:val="D0147238FD21BB458F2AB3C112D97C79"/>
  </w:style>
  <w:style w:type="paragraph" w:customStyle="1" w:styleId="6DB03D67FA796B4BA9E81A001FC5A559">
    <w:name w:val="6DB03D67FA796B4BA9E81A001FC5A559"/>
  </w:style>
  <w:style w:type="paragraph" w:customStyle="1" w:styleId="CED597390417F8408A50883941D38910">
    <w:name w:val="CED597390417F8408A50883941D38910"/>
  </w:style>
  <w:style w:type="paragraph" w:customStyle="1" w:styleId="6EA1CA7359D27845953F1078CCA941E5">
    <w:name w:val="6EA1CA7359D27845953F1078CCA941E5"/>
  </w:style>
  <w:style w:type="paragraph" w:customStyle="1" w:styleId="F8D1958B0E63F548ACDE9D8DABFEF20D">
    <w:name w:val="F8D1958B0E63F548ACDE9D8DABFEF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5</TotalTime>
  <Pages>1</Pages>
  <Words>333</Words>
  <Characters>1904</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 Science</dc:title>
  <dc:subject>Term 2, 2012-2013</dc:subject>
  <dc:creator>User</dc:creator>
  <cp:keywords/>
  <dc:description/>
  <cp:lastModifiedBy>User</cp:lastModifiedBy>
  <cp:revision>3</cp:revision>
  <cp:lastPrinted>2012-10-22T00:35:00Z</cp:lastPrinted>
  <dcterms:created xsi:type="dcterms:W3CDTF">2012-10-22T00:37:00Z</dcterms:created>
  <dcterms:modified xsi:type="dcterms:W3CDTF">2012-10-22T00:42:00Z</dcterms:modified>
  <cp:category/>
</cp:coreProperties>
</file>